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7C7F3B92" w:rsidR="00DE0FEB" w:rsidRPr="002551BF" w:rsidRDefault="001446CC" w:rsidP="00DE0FEB">
            <w:r w:rsidRPr="001446CC">
              <w:t>6772/2023-SŽ-SSV-Ú3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FD691D" w:rsidRDefault="00DE0FEB" w:rsidP="00DE0FEB">
            <w:r w:rsidRPr="00FD691D">
              <w:t>Listů/příloh</w:t>
            </w:r>
          </w:p>
        </w:tc>
        <w:tc>
          <w:tcPr>
            <w:tcW w:w="2552" w:type="dxa"/>
          </w:tcPr>
          <w:p w14:paraId="79B49B98" w14:textId="7D92DC45" w:rsidR="00DE0FEB" w:rsidRPr="00FD691D" w:rsidRDefault="00FD691D" w:rsidP="00DE0FEB">
            <w:r w:rsidRPr="00FD691D">
              <w:t>2</w:t>
            </w:r>
            <w:r w:rsidR="002551BF" w:rsidRPr="00FD691D">
              <w:t>/</w:t>
            </w:r>
            <w:r w:rsidRPr="00FD691D">
              <w:t>2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7BED717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04AE3">
              <w:rPr>
                <w:noProof/>
              </w:rPr>
              <w:t>15. června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47CB7624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E4C60" w:rsidRPr="008E4C60">
        <w:rPr>
          <w:rFonts w:eastAsia="Calibri" w:cs="Times New Roman"/>
          <w:b/>
          <w:lang w:eastAsia="cs-CZ"/>
        </w:rPr>
        <w:t>Doplnění závor na přejezdu v km 111,590 (P7971) trati Brno - Vlárský průsmyk</w:t>
      </w:r>
    </w:p>
    <w:p w14:paraId="1C8D135D" w14:textId="77777777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DE0FEB" w:rsidRPr="00DE0FEB">
        <w:rPr>
          <w:rFonts w:eastAsia="Calibri" w:cs="Times New Roman"/>
          <w:lang w:eastAsia="cs-CZ"/>
        </w:rPr>
        <w:t>1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D086A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23F9BD3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1B915C9" w14:textId="77777777" w:rsidR="00B40995" w:rsidRPr="00B40995" w:rsidRDefault="00B40995" w:rsidP="00B40995">
      <w:pPr>
        <w:spacing w:after="0" w:line="240" w:lineRule="auto"/>
        <w:rPr>
          <w:rFonts w:eastAsia="Calibri" w:cs="Times New Roman"/>
          <w:b/>
          <w:lang w:eastAsia="cs-CZ"/>
        </w:rPr>
      </w:pPr>
      <w:r w:rsidRPr="00B40995">
        <w:rPr>
          <w:rFonts w:eastAsia="Calibri" w:cs="Times New Roman"/>
          <w:b/>
          <w:lang w:eastAsia="cs-CZ"/>
        </w:rPr>
        <w:t>SO 11-13-01.1 - Žel. Přejezd P7971 v km 111,590 - Správce SŽ (mezi výstražníky)</w:t>
      </w:r>
    </w:p>
    <w:p w14:paraId="3252DC29" w14:textId="004A2643" w:rsidR="00B40995" w:rsidRPr="00B40995" w:rsidRDefault="00B40995" w:rsidP="00B40995">
      <w:pPr>
        <w:spacing w:after="0" w:line="240" w:lineRule="auto"/>
        <w:rPr>
          <w:rFonts w:eastAsia="Calibri" w:cs="Times New Roman"/>
          <w:bCs/>
          <w:lang w:eastAsia="cs-CZ"/>
        </w:rPr>
      </w:pPr>
      <w:r w:rsidRPr="00B40995">
        <w:rPr>
          <w:rFonts w:eastAsia="Calibri" w:cs="Times New Roman"/>
          <w:bCs/>
          <w:lang w:eastAsia="cs-CZ"/>
        </w:rPr>
        <w:t>Soupis prací / rozpočet,</w:t>
      </w:r>
      <w:r>
        <w:rPr>
          <w:rFonts w:eastAsia="Calibri" w:cs="Times New Roman"/>
          <w:bCs/>
          <w:lang w:eastAsia="cs-CZ"/>
        </w:rPr>
        <w:t xml:space="preserve"> </w:t>
      </w:r>
      <w:r w:rsidRPr="00B40995">
        <w:rPr>
          <w:rFonts w:eastAsia="Calibri" w:cs="Times New Roman"/>
          <w:bCs/>
          <w:lang w:eastAsia="cs-CZ"/>
        </w:rPr>
        <w:t>pol. č. 29, kód pol. 921112, název pol. ŽELEZNIČNÍ PŘEJEZD CELOPRYŽOVÝ NA BETONOVÝCH PRAŽCÍCH</w:t>
      </w:r>
      <w:r>
        <w:rPr>
          <w:rFonts w:eastAsia="Calibri" w:cs="Times New Roman"/>
          <w:bCs/>
          <w:lang w:eastAsia="cs-CZ"/>
        </w:rPr>
        <w:t xml:space="preserve"> </w:t>
      </w:r>
      <w:r w:rsidRPr="00B40995">
        <w:rPr>
          <w:rFonts w:eastAsia="Calibri" w:cs="Times New Roman"/>
          <w:bCs/>
          <w:lang w:eastAsia="cs-CZ"/>
        </w:rPr>
        <w:t>ve sloupci množství je uvedeno 80,166 m².</w:t>
      </w:r>
    </w:p>
    <w:p w14:paraId="2FD4EA6F" w14:textId="77777777" w:rsidR="00B40995" w:rsidRPr="00B40995" w:rsidRDefault="00B40995" w:rsidP="00B40995">
      <w:pPr>
        <w:spacing w:after="0" w:line="240" w:lineRule="auto"/>
        <w:rPr>
          <w:rFonts w:eastAsia="Calibri" w:cs="Times New Roman"/>
          <w:bCs/>
          <w:lang w:eastAsia="cs-CZ"/>
        </w:rPr>
      </w:pPr>
      <w:r w:rsidRPr="00B40995">
        <w:rPr>
          <w:rFonts w:eastAsia="Calibri" w:cs="Times New Roman"/>
          <w:bCs/>
          <w:lang w:eastAsia="cs-CZ"/>
        </w:rPr>
        <w:t>správný výpočet je:</w:t>
      </w:r>
    </w:p>
    <w:p w14:paraId="1632807D" w14:textId="77777777" w:rsidR="00B40995" w:rsidRPr="00B40995" w:rsidRDefault="00B40995" w:rsidP="00B40995">
      <w:pPr>
        <w:spacing w:after="0" w:line="240" w:lineRule="auto"/>
        <w:rPr>
          <w:rFonts w:eastAsia="Calibri" w:cs="Times New Roman"/>
          <w:bCs/>
          <w:lang w:eastAsia="cs-CZ"/>
        </w:rPr>
      </w:pPr>
      <w:r w:rsidRPr="00B40995">
        <w:rPr>
          <w:rFonts w:eastAsia="Calibri" w:cs="Times New Roman"/>
          <w:bCs/>
          <w:lang w:eastAsia="cs-CZ"/>
        </w:rPr>
        <w:t>• Vnitřní panely: 10,80 x 1,575 = 17,010</w:t>
      </w:r>
    </w:p>
    <w:p w14:paraId="2A77FEEC" w14:textId="77777777" w:rsidR="00B40995" w:rsidRPr="00B40995" w:rsidRDefault="00B40995" w:rsidP="00B40995">
      <w:pPr>
        <w:spacing w:after="0" w:line="240" w:lineRule="auto"/>
        <w:rPr>
          <w:rFonts w:eastAsia="Calibri" w:cs="Times New Roman"/>
          <w:bCs/>
          <w:lang w:eastAsia="cs-CZ"/>
        </w:rPr>
      </w:pPr>
      <w:r w:rsidRPr="00B40995">
        <w:rPr>
          <w:rFonts w:eastAsia="Calibri" w:cs="Times New Roman"/>
          <w:bCs/>
          <w:lang w:eastAsia="cs-CZ"/>
        </w:rPr>
        <w:t>• Vnější panely: 10,80 x 0,910 x 2 ks = 19,656</w:t>
      </w:r>
    </w:p>
    <w:p w14:paraId="587B7076" w14:textId="77777777" w:rsidR="00B40995" w:rsidRPr="00704AE3" w:rsidRDefault="00B40995" w:rsidP="00B40995">
      <w:pPr>
        <w:spacing w:after="0" w:line="240" w:lineRule="auto"/>
        <w:rPr>
          <w:rFonts w:eastAsia="Calibri" w:cs="Times New Roman"/>
          <w:bCs/>
          <w:lang w:eastAsia="cs-CZ"/>
        </w:rPr>
      </w:pPr>
      <w:r w:rsidRPr="00704AE3">
        <w:rPr>
          <w:rFonts w:eastAsia="Calibri" w:cs="Times New Roman"/>
          <w:bCs/>
          <w:lang w:eastAsia="cs-CZ"/>
        </w:rPr>
        <w:t>CELKEM: 36,666 m²</w:t>
      </w:r>
    </w:p>
    <w:p w14:paraId="4898BF23" w14:textId="77777777" w:rsidR="00B40995" w:rsidRPr="00704AE3" w:rsidRDefault="00B40995" w:rsidP="00B40995">
      <w:pPr>
        <w:spacing w:after="0" w:line="240" w:lineRule="auto"/>
        <w:rPr>
          <w:rFonts w:eastAsia="Calibri" w:cs="Times New Roman"/>
          <w:bCs/>
          <w:lang w:eastAsia="cs-CZ"/>
        </w:rPr>
      </w:pPr>
      <w:r w:rsidRPr="00704AE3">
        <w:rPr>
          <w:rFonts w:eastAsia="Calibri" w:cs="Times New Roman"/>
          <w:bCs/>
          <w:lang w:eastAsia="cs-CZ"/>
        </w:rPr>
        <w:t>Prosíme o vysvětlení, případně o opravu množství v položce č. 29 předmětného rozpočtu</w:t>
      </w:r>
    </w:p>
    <w:p w14:paraId="195B4654" w14:textId="77777777" w:rsidR="00704AE3" w:rsidRPr="00704AE3" w:rsidRDefault="00704AE3" w:rsidP="00B4099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DBE98A" w14:textId="5F27EA7A" w:rsidR="00CB7B5A" w:rsidRPr="00704AE3" w:rsidRDefault="00CB7B5A" w:rsidP="00B40995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5A5343D" w14:textId="77777777" w:rsidR="00704AE3" w:rsidRPr="00704AE3" w:rsidRDefault="00D76019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704AE3">
        <w:rPr>
          <w:rFonts w:eastAsia="Calibri" w:cs="Times New Roman"/>
          <w:bCs/>
          <w:lang w:eastAsia="cs-CZ"/>
        </w:rPr>
        <w:t>Potvrzujeme, že Vámi uvedený výpočet plochy vnitřních a vnějších pryžových panelů je 36,666 m</w:t>
      </w:r>
      <w:r w:rsidRPr="00704AE3">
        <w:rPr>
          <w:rFonts w:eastAsia="Calibri" w:cs="Times New Roman"/>
          <w:bCs/>
          <w:vertAlign w:val="superscript"/>
          <w:lang w:eastAsia="cs-CZ"/>
        </w:rPr>
        <w:t>2</w:t>
      </w:r>
      <w:r w:rsidRPr="00704AE3">
        <w:rPr>
          <w:rFonts w:eastAsia="Calibri" w:cs="Times New Roman"/>
          <w:bCs/>
          <w:lang w:eastAsia="cs-CZ"/>
        </w:rPr>
        <w:t>. V soupisu prací a dodávek SO 11-13-01.1 v položce č. 29</w:t>
      </w:r>
      <w:r w:rsidR="00616685" w:rsidRPr="00704AE3">
        <w:rPr>
          <w:rFonts w:eastAsia="Calibri" w:cs="Times New Roman"/>
          <w:bCs/>
          <w:lang w:eastAsia="cs-CZ"/>
        </w:rPr>
        <w:t xml:space="preserve"> </w:t>
      </w:r>
      <w:r w:rsidRPr="00704AE3">
        <w:rPr>
          <w:rFonts w:eastAsia="Calibri" w:cs="Times New Roman"/>
          <w:bCs/>
          <w:lang w:eastAsia="cs-CZ"/>
        </w:rPr>
        <w:t>„Množství“ je uveden chybný údaj 80,166 m</w:t>
      </w:r>
      <w:r w:rsidRPr="00704AE3">
        <w:rPr>
          <w:rFonts w:eastAsia="Calibri" w:cs="Times New Roman"/>
          <w:bCs/>
          <w:vertAlign w:val="superscript"/>
          <w:lang w:eastAsia="cs-CZ"/>
        </w:rPr>
        <w:t>2</w:t>
      </w:r>
      <w:r w:rsidRPr="00704AE3">
        <w:rPr>
          <w:rFonts w:eastAsia="Calibri" w:cs="Times New Roman"/>
          <w:bCs/>
          <w:lang w:eastAsia="cs-CZ"/>
        </w:rPr>
        <w:t xml:space="preserve">. </w:t>
      </w:r>
      <w:r w:rsidR="00616685" w:rsidRPr="00704AE3">
        <w:rPr>
          <w:rFonts w:eastAsia="Calibri" w:cs="Times New Roman"/>
          <w:bCs/>
          <w:lang w:eastAsia="cs-CZ"/>
        </w:rPr>
        <w:t>Správný údaj má být 36,666 m</w:t>
      </w:r>
      <w:r w:rsidR="00616685" w:rsidRPr="00704AE3">
        <w:rPr>
          <w:rFonts w:eastAsia="Calibri" w:cs="Times New Roman"/>
          <w:bCs/>
          <w:vertAlign w:val="superscript"/>
          <w:lang w:eastAsia="cs-CZ"/>
        </w:rPr>
        <w:t>2</w:t>
      </w:r>
      <w:r w:rsidR="00616685" w:rsidRPr="00704AE3">
        <w:rPr>
          <w:rFonts w:eastAsia="Calibri" w:cs="Times New Roman"/>
          <w:bCs/>
          <w:lang w:eastAsia="cs-CZ"/>
        </w:rPr>
        <w:t xml:space="preserve">. </w:t>
      </w:r>
      <w:r w:rsidRPr="00704AE3">
        <w:rPr>
          <w:rFonts w:eastAsia="Calibri" w:cs="Times New Roman"/>
          <w:bCs/>
          <w:lang w:eastAsia="cs-CZ"/>
        </w:rPr>
        <w:t>Celková plocha přejezdové konstrukce včetně vnitřních a vnějších přejezdových panelů, závěrné zídky a výstroje činí 43,50 m</w:t>
      </w:r>
      <w:r w:rsidRPr="00704AE3">
        <w:rPr>
          <w:rFonts w:eastAsia="Calibri" w:cs="Times New Roman"/>
          <w:bCs/>
          <w:vertAlign w:val="superscript"/>
          <w:lang w:eastAsia="cs-CZ"/>
        </w:rPr>
        <w:t>2</w:t>
      </w:r>
      <w:r w:rsidRPr="00704AE3">
        <w:rPr>
          <w:rFonts w:eastAsia="Calibri" w:cs="Times New Roman"/>
          <w:bCs/>
          <w:lang w:eastAsia="cs-CZ"/>
        </w:rPr>
        <w:t>.</w:t>
      </w:r>
      <w:r w:rsidR="006D0AC9" w:rsidRPr="00704AE3">
        <w:rPr>
          <w:rFonts w:eastAsia="Calibri" w:cs="Times New Roman"/>
          <w:bCs/>
          <w:lang w:eastAsia="cs-CZ"/>
        </w:rPr>
        <w:t xml:space="preserve"> </w:t>
      </w:r>
    </w:p>
    <w:p w14:paraId="335D6CFC" w14:textId="233DE446" w:rsidR="00DE0FEB" w:rsidRPr="00704AE3" w:rsidRDefault="00704AE3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704AE3">
        <w:rPr>
          <w:rFonts w:eastAsia="Calibri" w:cs="Times New Roman"/>
          <w:bCs/>
          <w:lang w:eastAsia="cs-CZ"/>
        </w:rPr>
        <w:t>V příloze</w:t>
      </w:r>
      <w:r w:rsidR="006D0AC9" w:rsidRPr="00704AE3">
        <w:rPr>
          <w:rFonts w:eastAsia="Calibri" w:cs="Times New Roman"/>
          <w:bCs/>
          <w:lang w:eastAsia="cs-CZ"/>
        </w:rPr>
        <w:t xml:space="preserve"> </w:t>
      </w:r>
      <w:r w:rsidRPr="00704AE3">
        <w:rPr>
          <w:rFonts w:eastAsia="Calibri" w:cs="Times New Roman"/>
          <w:bCs/>
          <w:lang w:eastAsia="cs-CZ"/>
        </w:rPr>
        <w:t xml:space="preserve">předkládáme předmětný </w:t>
      </w:r>
      <w:r w:rsidR="006D0AC9" w:rsidRPr="00704AE3">
        <w:rPr>
          <w:rFonts w:eastAsia="Calibri" w:cs="Times New Roman"/>
          <w:bCs/>
          <w:lang w:eastAsia="cs-CZ"/>
        </w:rPr>
        <w:t>soupis prací s opraveným množstvím v položce č. 29.</w:t>
      </w:r>
      <w:r w:rsidR="00D76019" w:rsidRPr="00704AE3">
        <w:rPr>
          <w:rFonts w:eastAsia="Calibri" w:cs="Times New Roman"/>
          <w:bCs/>
          <w:lang w:eastAsia="cs-CZ"/>
        </w:rPr>
        <w:t xml:space="preserve"> </w:t>
      </w:r>
    </w:p>
    <w:p w14:paraId="222ADFFB" w14:textId="4DD1DA22" w:rsidR="00CB7B5A" w:rsidRPr="00704AE3" w:rsidRDefault="00CB7B5A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6AA1941" w14:textId="77777777" w:rsidR="00704AE3" w:rsidRPr="00704AE3" w:rsidRDefault="00704AE3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E1CE980" w14:textId="77777777" w:rsidR="00CB7B5A" w:rsidRPr="00704AE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>Dotaz č. 2:</w:t>
      </w:r>
    </w:p>
    <w:p w14:paraId="7DEFEB3C" w14:textId="34E06FB6" w:rsidR="00B6294C" w:rsidRPr="00704AE3" w:rsidRDefault="00B40995" w:rsidP="00B6294C">
      <w:pPr>
        <w:spacing w:after="0" w:line="240" w:lineRule="auto"/>
        <w:rPr>
          <w:rFonts w:eastAsia="Calibri" w:cs="Times New Roman"/>
          <w:bCs/>
          <w:lang w:eastAsia="cs-CZ"/>
        </w:rPr>
      </w:pPr>
      <w:r w:rsidRPr="00704AE3">
        <w:rPr>
          <w:rFonts w:eastAsia="Calibri" w:cs="Times New Roman"/>
          <w:bCs/>
          <w:lang w:eastAsia="cs-CZ"/>
        </w:rPr>
        <w:t>V souboru D2_2_1_SO11720_4.101 nejsou součtové vzorce položkového rozpočtu. Soubor nic nepočítá. Budete měnit kalkulační soubor. Je uzavřený a nemůžeme vzorce doplnit</w:t>
      </w:r>
      <w:r w:rsidR="00B6294C" w:rsidRPr="00704AE3">
        <w:rPr>
          <w:rFonts w:eastAsia="Calibri" w:cs="Times New Roman"/>
          <w:bCs/>
          <w:lang w:eastAsia="cs-CZ"/>
        </w:rPr>
        <w:t>.</w:t>
      </w:r>
    </w:p>
    <w:p w14:paraId="3F89C04F" w14:textId="77777777" w:rsidR="00704AE3" w:rsidRPr="00704AE3" w:rsidRDefault="00704AE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4AA0F3" w14:textId="4697905B" w:rsidR="00CB7B5A" w:rsidRPr="00704AE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74B0BDD3" w14:textId="77777777" w:rsidR="00704AE3" w:rsidRPr="00704AE3" w:rsidRDefault="000E6552" w:rsidP="00B6294C">
      <w:pPr>
        <w:spacing w:after="0" w:line="240" w:lineRule="auto"/>
        <w:rPr>
          <w:rFonts w:eastAsia="Calibri" w:cs="Times New Roman"/>
          <w:bCs/>
          <w:lang w:eastAsia="cs-CZ"/>
        </w:rPr>
      </w:pPr>
      <w:r w:rsidRPr="00704AE3">
        <w:rPr>
          <w:rFonts w:eastAsia="Calibri" w:cs="Times New Roman"/>
          <w:bCs/>
          <w:lang w:eastAsia="cs-CZ"/>
        </w:rPr>
        <w:t xml:space="preserve">Potvrzujeme, že soupis prací a dodávek SO 11-72-01 </w:t>
      </w:r>
      <w:r w:rsidRPr="00704AE3">
        <w:rPr>
          <w:rFonts w:eastAsia="Calibri" w:cs="Times New Roman"/>
          <w:bCs/>
          <w:i/>
          <w:lang w:eastAsia="cs-CZ"/>
        </w:rPr>
        <w:t xml:space="preserve">Oprava reléového domku PZS P7971 – Drslavice – km 11,590 </w:t>
      </w:r>
      <w:r w:rsidRPr="00704AE3">
        <w:rPr>
          <w:rFonts w:eastAsia="Calibri" w:cs="Times New Roman"/>
          <w:bCs/>
          <w:lang w:eastAsia="cs-CZ"/>
        </w:rPr>
        <w:t xml:space="preserve">nedopatřením neobsahuje součtové vzorce. </w:t>
      </w:r>
    </w:p>
    <w:p w14:paraId="267F8B76" w14:textId="0A929F4F" w:rsidR="00B6294C" w:rsidRPr="00704AE3" w:rsidRDefault="00704AE3" w:rsidP="00B6294C">
      <w:pPr>
        <w:spacing w:after="0" w:line="240" w:lineRule="auto"/>
        <w:rPr>
          <w:rFonts w:eastAsia="Calibri" w:cs="Times New Roman"/>
          <w:bCs/>
          <w:i/>
          <w:lang w:eastAsia="cs-CZ"/>
        </w:rPr>
      </w:pPr>
      <w:r w:rsidRPr="00704AE3">
        <w:rPr>
          <w:rFonts w:eastAsia="Calibri" w:cs="Times New Roman"/>
          <w:bCs/>
          <w:lang w:eastAsia="cs-CZ"/>
        </w:rPr>
        <w:t>V příloze předkládáme</w:t>
      </w:r>
      <w:bookmarkStart w:id="1" w:name="_Hlk137713454"/>
      <w:r w:rsidRPr="00704AE3">
        <w:rPr>
          <w:rFonts w:eastAsia="Calibri" w:cs="Times New Roman"/>
          <w:bCs/>
          <w:lang w:eastAsia="cs-CZ"/>
        </w:rPr>
        <w:t xml:space="preserve"> </w:t>
      </w:r>
      <w:r w:rsidR="006D0AC9" w:rsidRPr="00704AE3">
        <w:rPr>
          <w:rFonts w:eastAsia="Calibri" w:cs="Times New Roman"/>
          <w:bCs/>
          <w:lang w:eastAsia="cs-CZ"/>
        </w:rPr>
        <w:t xml:space="preserve">předmětný </w:t>
      </w:r>
      <w:bookmarkEnd w:id="1"/>
      <w:r w:rsidR="006D0AC9" w:rsidRPr="00704AE3">
        <w:rPr>
          <w:rFonts w:eastAsia="Calibri" w:cs="Times New Roman"/>
          <w:bCs/>
          <w:lang w:eastAsia="cs-CZ"/>
        </w:rPr>
        <w:t>soupis prací s funkčními vzorci.</w:t>
      </w:r>
    </w:p>
    <w:p w14:paraId="061607DC" w14:textId="77777777" w:rsidR="00B6294C" w:rsidRDefault="00B6294C" w:rsidP="00B6294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CC62E2" w14:textId="3AA674F7" w:rsidR="000F6CB4" w:rsidRDefault="000F6CB4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E1FCB4" w14:textId="77777777" w:rsidR="00811B41" w:rsidRDefault="00811B41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48FD89" w14:textId="6021DE47" w:rsidR="000F6CB4" w:rsidRPr="00CB7B5A" w:rsidRDefault="000F6CB4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Pr="00CB7B5A">
        <w:rPr>
          <w:rFonts w:eastAsia="Times New Roman" w:cs="Times New Roman"/>
          <w:lang w:eastAsia="cs-CZ"/>
        </w:rPr>
        <w:br/>
      </w:r>
      <w:r w:rsidR="00B40995">
        <w:rPr>
          <w:rFonts w:eastAsia="Times New Roman" w:cs="Times New Roman"/>
          <w:lang w:eastAsia="cs-CZ"/>
        </w:rPr>
        <w:t>19</w:t>
      </w:r>
      <w:r w:rsidR="00B6294C">
        <w:rPr>
          <w:rFonts w:eastAsia="Times New Roman" w:cs="Times New Roman"/>
          <w:lang w:eastAsia="cs-CZ"/>
        </w:rPr>
        <w:t>. 6</w:t>
      </w:r>
      <w:r w:rsidRPr="00933D07">
        <w:rPr>
          <w:rFonts w:eastAsia="Times New Roman" w:cs="Times New Roman"/>
          <w:lang w:eastAsia="cs-CZ"/>
        </w:rPr>
        <w:t>. 2023</w:t>
      </w:r>
      <w:r w:rsidR="00FD691D">
        <w:rPr>
          <w:rFonts w:eastAsia="Times New Roman" w:cs="Times New Roman"/>
          <w:lang w:eastAsia="cs-CZ"/>
        </w:rPr>
        <w:t>, 9:00 hod.</w:t>
      </w:r>
      <w:r w:rsidRPr="00933D07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na den </w:t>
      </w:r>
      <w:r w:rsidR="00704AE3" w:rsidRPr="00811B41">
        <w:rPr>
          <w:rFonts w:eastAsia="Times New Roman" w:cs="Times New Roman"/>
          <w:b/>
          <w:lang w:eastAsia="cs-CZ"/>
        </w:rPr>
        <w:t>21</w:t>
      </w:r>
      <w:r w:rsidR="00B6294C" w:rsidRPr="00811B41">
        <w:rPr>
          <w:rFonts w:eastAsia="Times New Roman" w:cs="Times New Roman"/>
          <w:b/>
          <w:lang w:eastAsia="cs-CZ"/>
        </w:rPr>
        <w:t>. 6</w:t>
      </w:r>
      <w:r w:rsidRPr="00811B41">
        <w:rPr>
          <w:rFonts w:eastAsia="Times New Roman" w:cs="Times New Roman"/>
          <w:b/>
          <w:lang w:eastAsia="cs-CZ"/>
        </w:rPr>
        <w:t xml:space="preserve"> 2023</w:t>
      </w:r>
      <w:r w:rsidR="00FD691D" w:rsidRPr="00811B41">
        <w:rPr>
          <w:rFonts w:eastAsia="Times New Roman" w:cs="Times New Roman"/>
          <w:b/>
          <w:lang w:eastAsia="cs-CZ"/>
        </w:rPr>
        <w:t>, 11:00 hod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53C599B2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9D560F" w14:textId="77777777" w:rsidR="009863EC" w:rsidRDefault="009863EC" w:rsidP="009863EC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67DAF9C" w14:textId="77777777" w:rsidR="00811B41" w:rsidRPr="00FD691D" w:rsidRDefault="00811B4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2" w:name="_GoBack"/>
      <w:bookmarkEnd w:id="2"/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</w:p>
    <w:p w14:paraId="29932800" w14:textId="0211D3FA" w:rsidR="00704AE3" w:rsidRPr="00FD691D" w:rsidRDefault="00704AE3" w:rsidP="008F0E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D691D">
        <w:rPr>
          <w:rFonts w:eastAsia="Calibri" w:cs="Times New Roman"/>
          <w:lang w:eastAsia="cs-CZ"/>
        </w:rPr>
        <w:t>D_2_1_3_SO111301_4001.1</w:t>
      </w:r>
      <w:r w:rsidR="00FD691D" w:rsidRPr="00FD691D">
        <w:rPr>
          <w:rFonts w:eastAsia="Calibri" w:cs="Times New Roman"/>
          <w:lang w:eastAsia="cs-CZ"/>
        </w:rPr>
        <w:t>.xlsm</w:t>
      </w:r>
      <w:r w:rsidRPr="00FD691D">
        <w:rPr>
          <w:rFonts w:eastAsia="Calibri" w:cs="Times New Roman"/>
          <w:lang w:eastAsia="cs-CZ"/>
        </w:rPr>
        <w:t xml:space="preserve"> </w:t>
      </w:r>
    </w:p>
    <w:p w14:paraId="0DE5B77C" w14:textId="5527AB0E" w:rsidR="00FD2BF3" w:rsidRPr="00FD691D" w:rsidRDefault="00FD691D" w:rsidP="00B629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D691D">
        <w:rPr>
          <w:rFonts w:eastAsia="Calibri" w:cs="Times New Roman"/>
          <w:lang w:eastAsia="cs-CZ"/>
        </w:rPr>
        <w:t>SO 11-72-01_SPaD_P7971.xlsm</w:t>
      </w:r>
    </w:p>
    <w:p w14:paraId="7990C430" w14:textId="77777777" w:rsidR="008F0E4D" w:rsidRPr="00CB7B5A" w:rsidRDefault="008F0E4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79B0198A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6294C">
        <w:rPr>
          <w:rFonts w:eastAsia="Calibri" w:cs="Times New Roman"/>
          <w:lang w:eastAsia="cs-CZ"/>
        </w:rPr>
        <w:t>15. 6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4ECCE3B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BB09716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309C7" w14:textId="77777777" w:rsidR="00911604" w:rsidRDefault="00911604" w:rsidP="00962258">
      <w:pPr>
        <w:spacing w:after="0" w:line="240" w:lineRule="auto"/>
      </w:pPr>
      <w:r>
        <w:separator/>
      </w:r>
    </w:p>
  </w:endnote>
  <w:endnote w:type="continuationSeparator" w:id="0">
    <w:p w14:paraId="323D1BF1" w14:textId="77777777" w:rsidR="00911604" w:rsidRDefault="009116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35FC91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7866DA3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6B04E" w14:textId="77777777" w:rsidR="00911604" w:rsidRDefault="00911604" w:rsidP="00962258">
      <w:pPr>
        <w:spacing w:after="0" w:line="240" w:lineRule="auto"/>
      </w:pPr>
      <w:r>
        <w:separator/>
      </w:r>
    </w:p>
  </w:footnote>
  <w:footnote w:type="continuationSeparator" w:id="0">
    <w:p w14:paraId="36E1214D" w14:textId="77777777" w:rsidR="00911604" w:rsidRDefault="009116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5A4C"/>
    <w:rsid w:val="000B6C7E"/>
    <w:rsid w:val="000B7907"/>
    <w:rsid w:val="000C0429"/>
    <w:rsid w:val="000C42AD"/>
    <w:rsid w:val="000C45E8"/>
    <w:rsid w:val="000D6F1E"/>
    <w:rsid w:val="000E6552"/>
    <w:rsid w:val="000F6CB4"/>
    <w:rsid w:val="00114472"/>
    <w:rsid w:val="001446CC"/>
    <w:rsid w:val="00170EC5"/>
    <w:rsid w:val="001747C1"/>
    <w:rsid w:val="0018596A"/>
    <w:rsid w:val="001B69C2"/>
    <w:rsid w:val="001C4DA0"/>
    <w:rsid w:val="00207DF5"/>
    <w:rsid w:val="002551BF"/>
    <w:rsid w:val="00267369"/>
    <w:rsid w:val="0026785D"/>
    <w:rsid w:val="002C31BF"/>
    <w:rsid w:val="002E0CD7"/>
    <w:rsid w:val="002F026B"/>
    <w:rsid w:val="00313735"/>
    <w:rsid w:val="00333118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F06"/>
    <w:rsid w:val="00704AE3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13E7"/>
    <w:rsid w:val="00811B41"/>
    <w:rsid w:val="00813F11"/>
    <w:rsid w:val="00891334"/>
    <w:rsid w:val="008A14C0"/>
    <w:rsid w:val="008A3568"/>
    <w:rsid w:val="008D03B9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3FFA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08C36E-B1C0-4742-83A8-6BBDA789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2</Pages>
  <Words>359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2019-02-22T13:28:00Z</cp:lastPrinted>
  <dcterms:created xsi:type="dcterms:W3CDTF">2023-06-15T05:46:00Z</dcterms:created>
  <dcterms:modified xsi:type="dcterms:W3CDTF">2023-06-15T07:43:00Z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